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E3D" w:rsidRDefault="004A4E3D" w:rsidP="009737D4">
      <w:pPr>
        <w:rPr>
          <w:sz w:val="40"/>
          <w:szCs w:val="40"/>
        </w:rPr>
      </w:pPr>
      <w:r>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margin-left:63pt;margin-top:-45pt;width:344.25pt;height:75.75pt;z-index:251658240" adj="2158" fillcolor="#520402" strokecolor="#b2b2b2" strokeweight="1pt">
            <v:fill color2="#fc0" focus="100%" type="gradient"/>
            <v:shadow on="t" type="perspective" color="#875b0d" opacity="45875f" origin=",.5" matrix=",,,.5,,-4768371582e-16"/>
            <v:textpath style="font-family:&quot;Arial Black&quot;;font-size:54pt;v-text-kern:t" trim="t" fitpath="t" string="My Dog, Casper"/>
            <w10:wrap type="square"/>
          </v:shape>
        </w:pict>
      </w:r>
    </w:p>
    <w:p w:rsidR="004A4E3D" w:rsidRPr="00DD3FB3" w:rsidRDefault="004A4E3D" w:rsidP="00DD3FB3">
      <w:pPr>
        <w:spacing w:after="0" w:line="480" w:lineRule="auto"/>
        <w:ind w:firstLine="720"/>
        <w:rPr>
          <w:sz w:val="24"/>
          <w:szCs w:val="24"/>
        </w:rPr>
      </w:pPr>
      <w:r w:rsidRPr="00DD3FB3">
        <w:rPr>
          <w:sz w:val="24"/>
          <w:szCs w:val="24"/>
        </w:rPr>
        <w:t xml:space="preserve">One day my parents said we were getting a new dog. We got a call from a dog owner offering us a dog. My parents accepted in an instant. It took us three days to get to Tennessee. I woke to a sudden stop of the car at a stop sign. </w:t>
      </w:r>
    </w:p>
    <w:p w:rsidR="004A4E3D" w:rsidRPr="00DD3FB3" w:rsidRDefault="004A4E3D" w:rsidP="00DD3FB3">
      <w:pPr>
        <w:spacing w:after="0" w:line="480" w:lineRule="auto"/>
        <w:ind w:firstLine="720"/>
        <w:rPr>
          <w:sz w:val="24"/>
          <w:szCs w:val="24"/>
        </w:rPr>
      </w:pPr>
      <w:r w:rsidRPr="00DD3FB3">
        <w:rPr>
          <w:sz w:val="24"/>
          <w:szCs w:val="24"/>
        </w:rPr>
        <w:t>‘’We are here!’’ Mom said as she turned and called to the back seat.</w:t>
      </w:r>
    </w:p>
    <w:p w:rsidR="004A4E3D" w:rsidRDefault="004A4E3D" w:rsidP="00DD3FB3">
      <w:pPr>
        <w:spacing w:after="0" w:line="480" w:lineRule="auto"/>
        <w:ind w:firstLine="720"/>
        <w:rPr>
          <w:sz w:val="24"/>
          <w:szCs w:val="24"/>
        </w:rPr>
      </w:pPr>
      <w:r w:rsidRPr="00DD3FB3">
        <w:rPr>
          <w:sz w:val="24"/>
          <w:szCs w:val="24"/>
        </w:rPr>
        <w:t>‘’I’m hungry,’’ Diamond moaned while rubbing her sto</w:t>
      </w:r>
      <w:r>
        <w:rPr>
          <w:sz w:val="24"/>
          <w:szCs w:val="24"/>
        </w:rPr>
        <w:t xml:space="preserve">mach. ‘’Can we get something to </w:t>
      </w:r>
      <w:r w:rsidRPr="00DD3FB3">
        <w:rPr>
          <w:sz w:val="24"/>
          <w:szCs w:val="24"/>
        </w:rPr>
        <w:t>eat!”</w:t>
      </w:r>
    </w:p>
    <w:p w:rsidR="004A4E3D" w:rsidRPr="00DD3FB3" w:rsidRDefault="004A4E3D" w:rsidP="00DD3FB3">
      <w:pPr>
        <w:spacing w:after="0" w:line="480" w:lineRule="auto"/>
        <w:ind w:firstLine="720"/>
        <w:rPr>
          <w:sz w:val="24"/>
          <w:szCs w:val="24"/>
        </w:rPr>
      </w:pPr>
      <w:r w:rsidRPr="00DD3FB3">
        <w:rPr>
          <w:sz w:val="24"/>
          <w:szCs w:val="24"/>
        </w:rPr>
        <w:t xml:space="preserve">I opened the car door to get out slowly because I was weak and tired, but then I realized why I was there. I jumped into action! I ran straight into the shelter and I froze in my steps when I entered the building. All I saw were dogs as far the eye can see.  I couldn’t hear myself think because all I heard were dogs barking and whimpering. But then I felt my heart stop as I saw a cage full of chows all the way in the back of the room. </w:t>
      </w:r>
    </w:p>
    <w:p w:rsidR="004A4E3D" w:rsidRPr="00DD3FB3" w:rsidRDefault="004A4E3D" w:rsidP="00DD3FB3">
      <w:pPr>
        <w:spacing w:after="0" w:line="480" w:lineRule="auto"/>
        <w:ind w:firstLine="720"/>
        <w:rPr>
          <w:sz w:val="24"/>
          <w:szCs w:val="24"/>
        </w:rPr>
      </w:pPr>
      <w:r w:rsidRPr="00DD3FB3">
        <w:rPr>
          <w:sz w:val="24"/>
          <w:szCs w:val="24"/>
        </w:rPr>
        <w:t>As I walked to the back of the room I got excited with every step I took. A woman put a small chow that was just born into my arms.</w:t>
      </w:r>
      <w:r>
        <w:rPr>
          <w:sz w:val="24"/>
          <w:szCs w:val="24"/>
        </w:rPr>
        <w:t xml:space="preserve"> The dog had white hair, small paws, and a small nose.</w:t>
      </w:r>
      <w:r w:rsidRPr="00DD3FB3">
        <w:rPr>
          <w:sz w:val="24"/>
          <w:szCs w:val="24"/>
        </w:rPr>
        <w:t xml:space="preserve"> Then I knew that this was the dog that I was going to name Casper. As he pressed his head in my chest I said to myself, ‘’You will be the best dog ever’’ As the woman came back to take the dog back while I was holding him. I refused to let him go, but the woman said that it was the wrong dog.</w:t>
      </w:r>
      <w:r>
        <w:rPr>
          <w:sz w:val="24"/>
          <w:szCs w:val="24"/>
        </w:rPr>
        <w:t xml:space="preserve"> I just felt my heart stop. After that moment had past I knew I would never be the same again. </w:t>
      </w:r>
      <w:r w:rsidRPr="00DD3FB3">
        <w:rPr>
          <w:sz w:val="24"/>
          <w:szCs w:val="24"/>
        </w:rPr>
        <w:t xml:space="preserve"> The woman went back into a small room and came out with another dog and placed it in my arms. I looked the dog in a confused way. </w:t>
      </w:r>
    </w:p>
    <w:p w:rsidR="004A4E3D" w:rsidRDefault="004A4E3D" w:rsidP="00DD3FB3">
      <w:pPr>
        <w:spacing w:after="0" w:line="480" w:lineRule="auto"/>
        <w:ind w:firstLine="720"/>
        <w:rPr>
          <w:sz w:val="24"/>
          <w:szCs w:val="24"/>
        </w:rPr>
      </w:pPr>
      <w:r w:rsidRPr="00DD3FB3">
        <w:rPr>
          <w:sz w:val="24"/>
          <w:szCs w:val="24"/>
        </w:rPr>
        <w:t xml:space="preserve">It was very lazy and didn’t look very playful. </w:t>
      </w:r>
    </w:p>
    <w:p w:rsidR="004A4E3D" w:rsidRDefault="004A4E3D" w:rsidP="00DD3FB3">
      <w:pPr>
        <w:spacing w:after="0" w:line="480" w:lineRule="auto"/>
        <w:ind w:firstLine="720"/>
        <w:rPr>
          <w:sz w:val="24"/>
          <w:szCs w:val="24"/>
        </w:rPr>
      </w:pPr>
      <w:r w:rsidRPr="00DD3FB3">
        <w:rPr>
          <w:sz w:val="24"/>
          <w:szCs w:val="24"/>
        </w:rPr>
        <w:t xml:space="preserve">‘’I want the other one’’, I said anxiously. </w:t>
      </w:r>
    </w:p>
    <w:p w:rsidR="004A4E3D" w:rsidRPr="00DD3FB3" w:rsidRDefault="004A4E3D" w:rsidP="00DD3FB3">
      <w:pPr>
        <w:spacing w:after="0" w:line="480" w:lineRule="auto"/>
        <w:ind w:firstLine="720"/>
        <w:rPr>
          <w:sz w:val="24"/>
          <w:szCs w:val="24"/>
        </w:rPr>
      </w:pPr>
      <w:r w:rsidRPr="00DD3FB3">
        <w:rPr>
          <w:sz w:val="24"/>
          <w:szCs w:val="24"/>
        </w:rPr>
        <w:t xml:space="preserve">‘’Why do you want the other one’’, Dad said.  </w:t>
      </w:r>
    </w:p>
    <w:p w:rsidR="004A4E3D" w:rsidRPr="00DD3FB3" w:rsidRDefault="004A4E3D" w:rsidP="00DD3FB3">
      <w:pPr>
        <w:spacing w:after="0" w:line="480" w:lineRule="auto"/>
        <w:ind w:left="720" w:firstLine="720"/>
        <w:rPr>
          <w:sz w:val="24"/>
          <w:szCs w:val="24"/>
        </w:rPr>
      </w:pPr>
      <w:r w:rsidRPr="00DD3FB3">
        <w:rPr>
          <w:sz w:val="24"/>
          <w:szCs w:val="24"/>
        </w:rPr>
        <w:t>‘’I want it because to have a playful dog instead of a lazy dog’’ I replied.</w:t>
      </w:r>
      <w:r>
        <w:rPr>
          <w:sz w:val="24"/>
          <w:szCs w:val="24"/>
        </w:rPr>
        <w:t xml:space="preserve"> As I kept explaining to my parents realized that the other dog was the one they wanted.</w:t>
      </w:r>
      <w:r w:rsidRPr="00DD3FB3">
        <w:rPr>
          <w:sz w:val="24"/>
          <w:szCs w:val="24"/>
        </w:rPr>
        <w:t xml:space="preserve"> </w:t>
      </w:r>
    </w:p>
    <w:p w:rsidR="004A4E3D" w:rsidRDefault="004A4E3D" w:rsidP="00DD3FB3">
      <w:pPr>
        <w:spacing w:after="0" w:line="480" w:lineRule="auto"/>
        <w:ind w:left="720" w:firstLine="720"/>
        <w:rPr>
          <w:sz w:val="24"/>
          <w:szCs w:val="24"/>
        </w:rPr>
      </w:pPr>
      <w:r w:rsidRPr="00DD3FB3">
        <w:rPr>
          <w:sz w:val="24"/>
          <w:szCs w:val="24"/>
        </w:rPr>
        <w:t xml:space="preserve">As the woman came out with the same dog and he looked as if he was going to jump out of the woman’s arms.  The dog was as happy as he can be. </w:t>
      </w:r>
      <w:r>
        <w:rPr>
          <w:sz w:val="24"/>
          <w:szCs w:val="24"/>
        </w:rPr>
        <w:t xml:space="preserve">And so was I. </w:t>
      </w:r>
    </w:p>
    <w:p w:rsidR="004A4E3D" w:rsidRDefault="004A4E3D" w:rsidP="00DD3FB3">
      <w:pPr>
        <w:spacing w:after="0" w:line="480" w:lineRule="auto"/>
        <w:ind w:left="720" w:firstLine="720"/>
        <w:rPr>
          <w:sz w:val="24"/>
          <w:szCs w:val="24"/>
        </w:rPr>
      </w:pPr>
    </w:p>
    <w:p w:rsidR="004A4E3D" w:rsidRPr="00DD3FB3" w:rsidRDefault="004A4E3D" w:rsidP="00462EE0">
      <w:pPr>
        <w:spacing w:after="0" w:line="480" w:lineRule="auto"/>
        <w:ind w:left="720" w:firstLine="720"/>
        <w:rPr>
          <w:sz w:val="24"/>
          <w:szCs w:val="24"/>
        </w:rPr>
      </w:pPr>
      <w:r>
        <w:rPr>
          <w:sz w:val="24"/>
          <w:szCs w:val="24"/>
        </w:rPr>
        <w:t>By: Manny Meza</w:t>
      </w:r>
    </w:p>
    <w:sectPr w:rsidR="004A4E3D" w:rsidRPr="00DD3FB3" w:rsidSect="000814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37D4"/>
    <w:rsid w:val="0008143E"/>
    <w:rsid w:val="00086D43"/>
    <w:rsid w:val="000F304C"/>
    <w:rsid w:val="00276347"/>
    <w:rsid w:val="0028475E"/>
    <w:rsid w:val="00286BFA"/>
    <w:rsid w:val="004575EB"/>
    <w:rsid w:val="00462EE0"/>
    <w:rsid w:val="004816BA"/>
    <w:rsid w:val="004A4E3D"/>
    <w:rsid w:val="005B456D"/>
    <w:rsid w:val="006A3562"/>
    <w:rsid w:val="006B7AB7"/>
    <w:rsid w:val="009737D4"/>
    <w:rsid w:val="009B2A5C"/>
    <w:rsid w:val="009E1E35"/>
    <w:rsid w:val="00A25AA1"/>
    <w:rsid w:val="00CC2295"/>
    <w:rsid w:val="00DD3FB3"/>
    <w:rsid w:val="00E253C1"/>
    <w:rsid w:val="00F35B48"/>
    <w:rsid w:val="00FA5A2D"/>
    <w:rsid w:val="00FA7F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43E"/>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DD3FB3"/>
    <w:rPr>
      <w:sz w:val="16"/>
      <w:szCs w:val="16"/>
    </w:rPr>
  </w:style>
  <w:style w:type="paragraph" w:styleId="CommentText">
    <w:name w:val="annotation text"/>
    <w:basedOn w:val="Normal"/>
    <w:link w:val="CommentTextChar"/>
    <w:uiPriority w:val="99"/>
    <w:semiHidden/>
    <w:rsid w:val="00DD3FB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D3FB3"/>
    <w:rPr>
      <w:sz w:val="20"/>
      <w:szCs w:val="20"/>
    </w:rPr>
  </w:style>
  <w:style w:type="paragraph" w:styleId="CommentSubject">
    <w:name w:val="annotation subject"/>
    <w:basedOn w:val="CommentText"/>
    <w:next w:val="CommentText"/>
    <w:link w:val="CommentSubjectChar"/>
    <w:uiPriority w:val="99"/>
    <w:semiHidden/>
    <w:rsid w:val="00DD3FB3"/>
    <w:rPr>
      <w:b/>
      <w:bCs/>
    </w:rPr>
  </w:style>
  <w:style w:type="character" w:customStyle="1" w:styleId="CommentSubjectChar">
    <w:name w:val="Comment Subject Char"/>
    <w:basedOn w:val="CommentTextChar"/>
    <w:link w:val="CommentSubject"/>
    <w:uiPriority w:val="99"/>
    <w:semiHidden/>
    <w:locked/>
    <w:rsid w:val="00DD3FB3"/>
    <w:rPr>
      <w:b/>
      <w:bCs/>
    </w:rPr>
  </w:style>
  <w:style w:type="paragraph" w:styleId="BalloonText">
    <w:name w:val="Balloon Text"/>
    <w:basedOn w:val="Normal"/>
    <w:link w:val="BalloonTextChar"/>
    <w:uiPriority w:val="99"/>
    <w:semiHidden/>
    <w:rsid w:val="00DD3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3F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137</TotalTime>
  <Pages>2</Pages>
  <Words>301</Words>
  <Characters>1716</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8</cp:revision>
  <cp:lastPrinted>2011-10-20T16:59:00Z</cp:lastPrinted>
  <dcterms:created xsi:type="dcterms:W3CDTF">2011-10-17T16:40:00Z</dcterms:created>
  <dcterms:modified xsi:type="dcterms:W3CDTF">2011-10-20T17:00:00Z</dcterms:modified>
</cp:coreProperties>
</file>